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183" w:rsidRDefault="007A0183" w:rsidP="00B02C93">
      <w:pPr>
        <w:rPr>
          <w:rFonts w:ascii="Times New Roman" w:hAnsi="Times New Roman"/>
          <w:b/>
          <w:sz w:val="28"/>
          <w:szCs w:val="28"/>
        </w:rPr>
      </w:pPr>
      <w:r w:rsidRPr="00B02C93">
        <w:rPr>
          <w:rFonts w:ascii="Times New Roman" w:hAnsi="Times New Roman"/>
          <w:b/>
          <w:sz w:val="28"/>
          <w:szCs w:val="28"/>
        </w:rPr>
        <w:t>How Are Pearly Penile Papules Going to Affect My Life?</w:t>
      </w:r>
    </w:p>
    <w:p w:rsidR="007A0183" w:rsidRDefault="007A0183" w:rsidP="00B02C93">
      <w:pPr>
        <w:rPr>
          <w:rFonts w:ascii="Times New Roman" w:hAnsi="Times New Roman"/>
          <w:sz w:val="24"/>
          <w:szCs w:val="24"/>
        </w:rPr>
      </w:pPr>
      <w:r>
        <w:rPr>
          <w:rFonts w:ascii="Times New Roman" w:hAnsi="Times New Roman"/>
          <w:sz w:val="24"/>
          <w:szCs w:val="24"/>
        </w:rPr>
        <w:t xml:space="preserve">Most men consider that their manhood lies in their penis. They name their little friend and treat it like a king. After all it is the one which makes them men. Yet, what happens when their penis is in trouble? Well, most of them panic and their safe-esteem reaches alarmist lower values. It is because they feel that their manhood is diminished and that they are no longer the man they used to be. </w:t>
      </w:r>
    </w:p>
    <w:p w:rsidR="007A0183" w:rsidRDefault="007A0183" w:rsidP="00B02C93">
      <w:pPr>
        <w:rPr>
          <w:rFonts w:ascii="Times New Roman" w:hAnsi="Times New Roman"/>
          <w:sz w:val="24"/>
          <w:szCs w:val="24"/>
        </w:rPr>
      </w:pPr>
      <w:r>
        <w:rPr>
          <w:rFonts w:ascii="Times New Roman" w:hAnsi="Times New Roman"/>
          <w:sz w:val="24"/>
          <w:szCs w:val="24"/>
        </w:rPr>
        <w:t xml:space="preserve">One of the most common problems men have to face is pearly penile papules. This is a skin condition which affects a large portion of men and it is characterized by the apparition of some small bumps, dome topped and having a flashy color. There are located on the top of the penis and are more visible when it is in an erectile state. This is also the time when they become more painful and cause the individual more discomfort. </w:t>
      </w:r>
    </w:p>
    <w:p w:rsidR="007A0183" w:rsidRDefault="007A0183" w:rsidP="00B02C93">
      <w:pPr>
        <w:rPr>
          <w:rFonts w:ascii="Times New Roman" w:hAnsi="Times New Roman"/>
          <w:sz w:val="24"/>
          <w:szCs w:val="24"/>
        </w:rPr>
      </w:pPr>
      <w:r>
        <w:rPr>
          <w:rFonts w:ascii="Times New Roman" w:hAnsi="Times New Roman"/>
          <w:sz w:val="24"/>
          <w:szCs w:val="24"/>
        </w:rPr>
        <w:t xml:space="preserve">But apart from that, these little bumps have no serious effect on the patient. They do not affect in any way the sexual performances of the individual, nor do they cause any pain or other symptom which may make this condition unbearable. In fact there are many people who live with this condition without reporting any type of displeasure (apart, of course, from the esthetic one). </w:t>
      </w:r>
    </w:p>
    <w:p w:rsidR="007A0183" w:rsidRDefault="007A0183" w:rsidP="00B02C93">
      <w:pPr>
        <w:rPr>
          <w:rFonts w:ascii="Times New Roman" w:hAnsi="Times New Roman"/>
          <w:sz w:val="24"/>
          <w:szCs w:val="24"/>
        </w:rPr>
      </w:pPr>
      <w:r>
        <w:rPr>
          <w:rFonts w:ascii="Times New Roman" w:hAnsi="Times New Roman"/>
          <w:sz w:val="24"/>
          <w:szCs w:val="24"/>
        </w:rPr>
        <w:t xml:space="preserve">Yet, there are is also a large portion of men which have developed serious psychological problems because of the pearly penile papules. For fear of not being laughed at or even scare their sexual partners, many men suffering from this condition refuse to interact with persons of opposite sex and avoid, at all costs ending up in bed with somebody. This situation, if continued for a long period of time, may give rise to severe anxiety and isolation of the individual. In addition to that, their self-confidence and self-esteem are at low, men suffering from this condition often having a very bad image of themselves.  </w:t>
      </w:r>
    </w:p>
    <w:p w:rsidR="007A0183" w:rsidRDefault="007A0183" w:rsidP="00B02C93">
      <w:pPr>
        <w:rPr>
          <w:rFonts w:ascii="Times New Roman" w:hAnsi="Times New Roman"/>
          <w:sz w:val="24"/>
          <w:szCs w:val="24"/>
        </w:rPr>
      </w:pPr>
      <w:r>
        <w:rPr>
          <w:rFonts w:ascii="Times New Roman" w:hAnsi="Times New Roman"/>
          <w:sz w:val="24"/>
          <w:szCs w:val="24"/>
        </w:rPr>
        <w:t xml:space="preserve">So, even though pearly penile papules do not have a great physical impact on the individual, they can certainly affect them in a negative way at a psychological level. </w:t>
      </w:r>
    </w:p>
    <w:p w:rsidR="007A0183" w:rsidRDefault="007A0183" w:rsidP="00B02C93">
      <w:pPr>
        <w:rPr>
          <w:rFonts w:ascii="Times New Roman" w:hAnsi="Times New Roman"/>
          <w:sz w:val="24"/>
          <w:szCs w:val="24"/>
        </w:rPr>
      </w:pPr>
      <w:r>
        <w:rPr>
          <w:rFonts w:ascii="Times New Roman" w:hAnsi="Times New Roman"/>
          <w:sz w:val="24"/>
          <w:szCs w:val="24"/>
        </w:rPr>
        <w:t>Resource box:</w:t>
      </w:r>
    </w:p>
    <w:p w:rsidR="007A0183" w:rsidRPr="00B02C93" w:rsidRDefault="007A0183" w:rsidP="00B02C93">
      <w:pPr>
        <w:rPr>
          <w:rFonts w:ascii="Times New Roman" w:hAnsi="Times New Roman"/>
          <w:sz w:val="24"/>
          <w:szCs w:val="24"/>
        </w:rPr>
      </w:pPr>
      <w:r>
        <w:rPr>
          <w:rFonts w:ascii="Times New Roman" w:hAnsi="Times New Roman"/>
          <w:sz w:val="24"/>
          <w:szCs w:val="24"/>
        </w:rPr>
        <w:t xml:space="preserve">Living with pearly penile papules can be a hard and traumatizing experience. Learn how you can get rid of them in an easy and safe way. </w:t>
      </w:r>
      <w:r w:rsidRPr="0018655E">
        <w:rPr>
          <w:rFonts w:ascii="Times New Roman" w:hAnsi="Times New Roman"/>
          <w:sz w:val="24"/>
          <w:szCs w:val="24"/>
        </w:rPr>
        <w:t>&lt;a href="http://www.pearlypapulesremoval.com"&gt;Click Here...&lt;/a&gt;</w:t>
      </w:r>
      <w:r>
        <w:rPr>
          <w:rFonts w:ascii="Times New Roman" w:hAnsi="Times New Roman"/>
          <w:sz w:val="24"/>
          <w:szCs w:val="24"/>
        </w:rPr>
        <w:t xml:space="preserve"> and forget about those bumps which are so much troubling you</w:t>
      </w:r>
      <w:bookmarkStart w:id="0" w:name="_GoBack"/>
      <w:bookmarkEnd w:id="0"/>
      <w:r>
        <w:rPr>
          <w:rFonts w:ascii="Times New Roman" w:hAnsi="Times New Roman"/>
          <w:sz w:val="24"/>
          <w:szCs w:val="24"/>
        </w:rPr>
        <w:t xml:space="preserve">r life. </w:t>
      </w:r>
    </w:p>
    <w:p w:rsidR="007A0183" w:rsidRDefault="007A0183"/>
    <w:p w:rsidR="007A0183" w:rsidRPr="00EA59EF" w:rsidRDefault="007A0183">
      <w:r w:rsidRPr="00EA59EF">
        <w:t>&lt;a href="http://www.pearlypapulesremoval.com"&gt;Pearly Papules Removal&lt;/a&gt;</w:t>
      </w:r>
    </w:p>
    <w:sectPr w:rsidR="007A0183" w:rsidRPr="00EA59EF" w:rsidSect="00B02C93">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2C93"/>
    <w:rsid w:val="00086EA0"/>
    <w:rsid w:val="0018655E"/>
    <w:rsid w:val="00325D2D"/>
    <w:rsid w:val="003C3EB5"/>
    <w:rsid w:val="003F5FEA"/>
    <w:rsid w:val="003F6042"/>
    <w:rsid w:val="004D5E34"/>
    <w:rsid w:val="0057378B"/>
    <w:rsid w:val="007A0183"/>
    <w:rsid w:val="009D2A0C"/>
    <w:rsid w:val="009D5E5F"/>
    <w:rsid w:val="00B02C93"/>
    <w:rsid w:val="00B13713"/>
    <w:rsid w:val="00B75474"/>
    <w:rsid w:val="00C95C20"/>
    <w:rsid w:val="00EA59EF"/>
    <w:rsid w:val="00FE04F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A0C"/>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2C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Pages>
  <Words>360</Words>
  <Characters>2055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18</cp:revision>
  <dcterms:created xsi:type="dcterms:W3CDTF">2010-06-18T10:40:00Z</dcterms:created>
  <dcterms:modified xsi:type="dcterms:W3CDTF">2010-06-22T16:55:00Z</dcterms:modified>
</cp:coreProperties>
</file>